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AF617C" w:rsidRPr="00AF617C" w:rsidRDefault="00C44DF7" w:rsidP="00AF61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F617C" w:rsidRPr="00AF617C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F617C" w:rsidRPr="00AF617C" w:rsidRDefault="00AF617C" w:rsidP="00AF61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AF617C" w:rsidRPr="00AF617C" w:rsidRDefault="00AF617C" w:rsidP="00AF61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F617C">
        <w:rPr>
          <w:rFonts w:ascii="Corbel" w:hAnsi="Corbel"/>
          <w:smallCaps/>
          <w:sz w:val="24"/>
          <w:szCs w:val="24"/>
        </w:rPr>
        <w:t>2020-2022</w:t>
      </w:r>
    </w:p>
    <w:p w14:paraId="130E7FA8" w14:textId="77777777" w:rsidR="00AF617C" w:rsidRPr="00EA4832" w:rsidRDefault="00AF617C" w:rsidP="00AF617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F617C">
        <w:rPr>
          <w:rFonts w:ascii="Corbel" w:hAnsi="Corbel"/>
          <w:sz w:val="20"/>
          <w:szCs w:val="20"/>
        </w:rPr>
        <w:t>Rok akademicki: 202</w:t>
      </w:r>
      <w:r>
        <w:rPr>
          <w:rFonts w:ascii="Corbel" w:hAnsi="Corbel"/>
          <w:sz w:val="20"/>
          <w:szCs w:val="20"/>
        </w:rPr>
        <w:t>0/2021</w:t>
      </w:r>
    </w:p>
    <w:p w14:paraId="672A6659" w14:textId="77777777" w:rsidR="004F7D1B" w:rsidRDefault="004F7D1B" w:rsidP="00AF617C">
      <w:pPr>
        <w:spacing w:line="240" w:lineRule="auto"/>
        <w:jc w:val="right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1D58A84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9E3FA5" w14:textId="77777777" w:rsidR="004E4652" w:rsidRPr="00402FFF" w:rsidRDefault="00381321" w:rsidP="00AE443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</w:t>
            </w:r>
            <w:r w:rsidR="00AE4430">
              <w:rPr>
                <w:rFonts w:ascii="Corbel" w:hAnsi="Corbel"/>
                <w:b w:val="0"/>
                <w:color w:val="auto"/>
                <w:sz w:val="24"/>
                <w:szCs w:val="24"/>
              </w:rPr>
              <w:t>UB</w:t>
            </w: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AF61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86A63B0" w:rsidR="004E4652" w:rsidRPr="00EB2281" w:rsidRDefault="000E622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744D6C81" w14:textId="77777777" w:rsidTr="004E4652">
        <w:tc>
          <w:tcPr>
            <w:tcW w:w="2694" w:type="dxa"/>
            <w:vAlign w:val="center"/>
          </w:tcPr>
          <w:p w14:paraId="393EE506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847C69E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2724D578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1114D2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3E2D77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3742F70" w:rsidR="00015B8F" w:rsidRPr="009C54AE" w:rsidRDefault="000E6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F61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>1.</w:t>
      </w:r>
      <w:r w:rsidR="00E22FBC" w:rsidRPr="00AF617C">
        <w:rPr>
          <w:rFonts w:ascii="Corbel" w:hAnsi="Corbel"/>
          <w:smallCaps w:val="0"/>
          <w:szCs w:val="24"/>
        </w:rPr>
        <w:t>2</w:t>
      </w:r>
      <w:r w:rsidR="00F83B28" w:rsidRPr="00AF617C">
        <w:rPr>
          <w:rFonts w:ascii="Corbel" w:hAnsi="Corbel"/>
          <w:smallCaps w:val="0"/>
          <w:szCs w:val="24"/>
        </w:rPr>
        <w:t>.</w:t>
      </w:r>
      <w:r w:rsidR="00F83B28" w:rsidRPr="00AF617C">
        <w:rPr>
          <w:rFonts w:ascii="Corbel" w:hAnsi="Corbel"/>
          <w:smallCaps w:val="0"/>
          <w:szCs w:val="24"/>
        </w:rPr>
        <w:tab/>
      </w:r>
      <w:r w:rsidRPr="00AF617C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F617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F617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MS Gothic" w:eastAsia="MS Gothic" w:hAnsi="MS Gothic" w:cs="MS Gothic" w:hint="eastAsia"/>
          <w:b w:val="0"/>
          <w:szCs w:val="24"/>
        </w:rPr>
        <w:t>☐</w:t>
      </w:r>
      <w:r w:rsidRPr="00AF6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AF617C" w:rsidRPr="00AF617C" w:rsidRDefault="00E22FBC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 xml:space="preserve">1.3 </w:t>
      </w:r>
      <w:r w:rsidR="00F83B28" w:rsidRPr="00AF617C">
        <w:rPr>
          <w:rFonts w:ascii="Corbel" w:hAnsi="Corbel"/>
          <w:smallCaps w:val="0"/>
          <w:szCs w:val="24"/>
        </w:rPr>
        <w:tab/>
      </w:r>
      <w:r w:rsidR="00AF617C" w:rsidRPr="00AF617C">
        <w:rPr>
          <w:rFonts w:ascii="Corbel" w:hAnsi="Corbel"/>
          <w:smallCaps w:val="0"/>
          <w:szCs w:val="24"/>
        </w:rPr>
        <w:t xml:space="preserve">Forma zaliczenia przedmiotu (z toku) </w:t>
      </w:r>
      <w:r w:rsidR="00AF617C" w:rsidRPr="00AF6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22A1E5F" w:rsidR="00AF617C" w:rsidRPr="009C54AE" w:rsidRDefault="00306C86" w:rsidP="00AF6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F617C" w:rsidRPr="00AF617C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923D7D" w:rsidRDefault="00923D7D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AF617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AF617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0071620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E15B4F3" w14:textId="77777777" w:rsidTr="007D2A9F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71C16F14" w14:textId="18D7A996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A75E0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486C05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37B531D" w14:textId="77777777" w:rsidTr="007D2A9F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27F8033C" w14:textId="77777777" w:rsidR="001F562C" w:rsidRPr="002A175E" w:rsidRDefault="001F562C" w:rsidP="00D56CB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E09C4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45CCB80" w14:textId="77777777" w:rsidTr="007D2A9F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3CFCD0C1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101652C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007D2A9F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31229AF3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E723246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007D2A9F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1299C43A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4358D38" w14:textId="77777777" w:rsidTr="007D2A9F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444D4D4" w14:textId="5740C4AF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Problematyka wykładu</w:t>
      </w:r>
    </w:p>
    <w:p w14:paraId="7D0EF860" w14:textId="67A4044E" w:rsidR="0085747A" w:rsidRPr="009C54AE" w:rsidRDefault="08A3DFBB" w:rsidP="73522BB2">
      <w:pPr>
        <w:spacing w:after="12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brak wykładu</w:t>
      </w:r>
      <w:r w:rsidR="0085747A" w:rsidRPr="73522BB2">
        <w:rPr>
          <w:rFonts w:ascii="Corbel" w:hAnsi="Corbel"/>
          <w:sz w:val="24"/>
          <w:szCs w:val="24"/>
        </w:rPr>
        <w:t xml:space="preserve"> </w:t>
      </w:r>
    </w:p>
    <w:p w14:paraId="3ED017BC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lastRenderedPageBreak/>
        <w:t xml:space="preserve">Problematyka ćwiczeń </w:t>
      </w:r>
      <w:r w:rsidR="008D14BB" w:rsidRPr="73522BB2">
        <w:rPr>
          <w:rFonts w:ascii="Corbel" w:hAnsi="Corbel"/>
          <w:sz w:val="24"/>
          <w:szCs w:val="24"/>
        </w:rPr>
        <w:t>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D33A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2D0BCAB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2D0BCABD">
        <w:tc>
          <w:tcPr>
            <w:tcW w:w="2410" w:type="dxa"/>
          </w:tcPr>
          <w:p w14:paraId="4949E8C3" w14:textId="04211355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2D0BCABD">
        <w:tc>
          <w:tcPr>
            <w:tcW w:w="2410" w:type="dxa"/>
          </w:tcPr>
          <w:p w14:paraId="57154250" w14:textId="2491B031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1FD24F8F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2D0BCAB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2D0BCAB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2D0BCAB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2D0BCAB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6CB4" w14:paraId="77EBB6CF" w14:textId="77777777" w:rsidTr="73522BB2">
        <w:tc>
          <w:tcPr>
            <w:tcW w:w="9670" w:type="dxa"/>
          </w:tcPr>
          <w:p w14:paraId="6595E3F3" w14:textId="32AFC83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D56CB4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3905E5B" w14:textId="7D2088E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</w:t>
            </w:r>
          </w:p>
          <w:p w14:paraId="1B1B5F6E" w14:textId="4B7B62A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45994994" w14:textId="6CD58C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1685A533" w14:textId="5696150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7D444B93" w14:textId="4C0CF94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05A0CD47" w14:textId="4537BEB0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00F86C8C" w14:textId="535646A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01FE0C6F" w14:textId="1FCC19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8D69180" w:rsidR="000368C2" w:rsidRPr="009C54AE" w:rsidRDefault="000E622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9935FF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6CFCF165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3A19E73" w14:textId="010110B5" w:rsidR="005F3EA5" w:rsidRPr="009C54AE" w:rsidRDefault="000E622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20B8E38B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64D78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274EAC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306C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372C48" w14:textId="20C42F36" w:rsidR="00110142" w:rsidRPr="002A175E" w:rsidRDefault="00FB20B2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Maślankowski. - Wyd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. 2 zm. i rozszerz.  - Warszawa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C43E21" w14:textId="62BEBA22" w:rsidR="00BB2617" w:rsidRDefault="00BB2617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ienia /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Wydawnictwo Wyższej Szkoły Finansów i Zarządzania, cop.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BCC905" w14:textId="49F78E9B" w:rsidR="00C6106C" w:rsidRDefault="00C6106C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Roman Bojarski [i in.].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- Dąbrowa Górnicza: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326C3C90" w:rsidR="00110142" w:rsidRPr="009C54AE" w:rsidRDefault="005D2F85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>Metodyki zarządzania projektami stosowane przez project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dystrybucyjnego w Polsce : studium empiryczne / Agnieszka Anna Szpitter. - Gdańsk :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00EDB87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D33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29DC2F39" w:rsidR="00110142" w:rsidRPr="002A175E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6B070DF8" w14:textId="77777777" w:rsidR="00306C86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Difin, 2011.</w:t>
            </w:r>
          </w:p>
          <w:p w14:paraId="3BC9C08B" w14:textId="7EFDD5FC" w:rsidR="00110142" w:rsidRPr="00306C86" w:rsidRDefault="00BB2617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</w:t>
            </w:r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>pod red. Iwony Zdonek</w:t>
            </w:r>
            <w:r w:rsidRPr="00306C86">
              <w:rPr>
                <w:rFonts w:ascii="Corbel" w:hAnsi="Corbel"/>
                <w:b w:val="0"/>
                <w:smallCaps w:val="0"/>
                <w:szCs w:val="24"/>
              </w:rPr>
              <w:t>; oprac. Aleksandra Czupryna-Nowak [et al.]. - Gliwice : Wydawnictwo Politechniki Śląskiej, 2011</w:t>
            </w:r>
            <w:r w:rsidR="00110142" w:rsidRPr="00306C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8C28E" w14:textId="77777777" w:rsidR="007F5C0D" w:rsidRDefault="007F5C0D" w:rsidP="00C16ABF">
      <w:pPr>
        <w:spacing w:after="0" w:line="240" w:lineRule="auto"/>
      </w:pPr>
      <w:r>
        <w:separator/>
      </w:r>
    </w:p>
  </w:endnote>
  <w:endnote w:type="continuationSeparator" w:id="0">
    <w:p w14:paraId="0DFAEB9E" w14:textId="77777777" w:rsidR="007F5C0D" w:rsidRDefault="007F5C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8CFBF" w14:textId="77777777" w:rsidR="007F5C0D" w:rsidRDefault="007F5C0D" w:rsidP="00C16ABF">
      <w:pPr>
        <w:spacing w:after="0" w:line="240" w:lineRule="auto"/>
      </w:pPr>
      <w:r>
        <w:separator/>
      </w:r>
    </w:p>
  </w:footnote>
  <w:footnote w:type="continuationSeparator" w:id="0">
    <w:p w14:paraId="619455B4" w14:textId="77777777" w:rsidR="007F5C0D" w:rsidRDefault="007F5C0D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520EF"/>
    <w:multiLevelType w:val="hybridMultilevel"/>
    <w:tmpl w:val="49EC3C6E"/>
    <w:lvl w:ilvl="0" w:tplc="B54E22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4046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948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A4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A8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C2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27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21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A9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32998"/>
    <w:multiLevelType w:val="hybridMultilevel"/>
    <w:tmpl w:val="CADE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3891"/>
    <w:multiLevelType w:val="hybridMultilevel"/>
    <w:tmpl w:val="B6AE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B41EB"/>
    <w:multiLevelType w:val="hybridMultilevel"/>
    <w:tmpl w:val="396C2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B5221"/>
    <w:multiLevelType w:val="hybridMultilevel"/>
    <w:tmpl w:val="FDF2E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B19B7"/>
    <w:multiLevelType w:val="hybridMultilevel"/>
    <w:tmpl w:val="1FC8B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6228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C32DB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1B0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06C86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34C6"/>
    <w:rsid w:val="00763BF1"/>
    <w:rsid w:val="00766FD4"/>
    <w:rsid w:val="007814AE"/>
    <w:rsid w:val="0078168C"/>
    <w:rsid w:val="00790E27"/>
    <w:rsid w:val="0079395F"/>
    <w:rsid w:val="007A4022"/>
    <w:rsid w:val="007A6E6E"/>
    <w:rsid w:val="007B4DBA"/>
    <w:rsid w:val="007C1F9A"/>
    <w:rsid w:val="007C3299"/>
    <w:rsid w:val="007C3BCC"/>
    <w:rsid w:val="007D6E56"/>
    <w:rsid w:val="007F4155"/>
    <w:rsid w:val="007F5C0D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E763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17C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83483"/>
    <w:rsid w:val="00C94B98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3A3B"/>
    <w:rsid w:val="00D352C9"/>
    <w:rsid w:val="00D425B2"/>
    <w:rsid w:val="00D4357E"/>
    <w:rsid w:val="00D552B2"/>
    <w:rsid w:val="00D56CB4"/>
    <w:rsid w:val="00D608D1"/>
    <w:rsid w:val="00D66BF5"/>
    <w:rsid w:val="00D74119"/>
    <w:rsid w:val="00D8075B"/>
    <w:rsid w:val="00D8678B"/>
    <w:rsid w:val="00DA2114"/>
    <w:rsid w:val="00DB3A9E"/>
    <w:rsid w:val="00DE09C0"/>
    <w:rsid w:val="00DE16E5"/>
    <w:rsid w:val="00DF320D"/>
    <w:rsid w:val="00DF605A"/>
    <w:rsid w:val="00DF71C8"/>
    <w:rsid w:val="00E04594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B52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8A3DFBB"/>
    <w:rsid w:val="2D0BCABD"/>
    <w:rsid w:val="4AE84511"/>
    <w:rsid w:val="529EC4C6"/>
    <w:rsid w:val="7352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647C"/>
  <w15:docId w15:val="{E1D58502-6C2B-43B7-9A0C-CEE4857A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9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F4BF-A822-43BC-9AA9-F400A1956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3EF11-F742-4605-BFCF-A5FF2F5D0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F0B0C-FBCC-4F5D-9E17-C4FE5EA3E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C4C302-E743-4F14-8672-D3256599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1285</Words>
  <Characters>7711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2017-02-15T12:41:00Z</cp:lastPrinted>
  <dcterms:created xsi:type="dcterms:W3CDTF">2020-12-20T05:38:00Z</dcterms:created>
  <dcterms:modified xsi:type="dcterms:W3CDTF">2020-12-20T05:38:00Z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